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BA8CA7" w14:textId="39651510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228505B3" wp14:editId="64387B04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65D4443C" wp14:editId="1B4A8E56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873738">
        <w:rPr>
          <w:rFonts w:ascii="Segoe Print" w:hAnsi="Segoe Print"/>
          <w:b/>
          <w:sz w:val="24"/>
        </w:rPr>
        <w:t>8</w:t>
      </w:r>
      <w:r w:rsidR="00D51195" w:rsidRPr="0090117B">
        <w:rPr>
          <w:rFonts w:ascii="Segoe Print" w:hAnsi="Segoe Print"/>
          <w:b/>
          <w:sz w:val="24"/>
        </w:rPr>
        <w:t>.</w:t>
      </w:r>
      <w:r w:rsidR="005C76AE">
        <w:rPr>
          <w:rFonts w:ascii="Segoe Print" w:hAnsi="Segoe Print"/>
          <w:b/>
          <w:sz w:val="24"/>
        </w:rPr>
        <w:t>3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72B2C80B" w14:textId="77777777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E20822" w:rsidRPr="000A63AF" w14:paraId="2A76A8BB" w14:textId="77777777" w:rsidTr="007E2C1A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4FB144FB" w14:textId="77777777" w:rsidR="00E20822" w:rsidRPr="00C240D5" w:rsidRDefault="00E20822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 w:rsidR="0064471D"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5EB03C1B" w14:textId="4A0CA7F9" w:rsidR="00E20822" w:rsidRPr="00FB0E81" w:rsidRDefault="00C15069" w:rsidP="007B4226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 w:rsidRPr="004A013B">
              <w:rPr>
                <w:rFonts w:ascii="Tahoma" w:hAnsi="Tahoma" w:cs="Tahoma"/>
              </w:rPr>
              <w:t>Share £</w:t>
            </w:r>
            <w:r>
              <w:rPr>
                <w:rFonts w:ascii="Tahoma" w:hAnsi="Tahoma" w:cs="Tahoma"/>
              </w:rPr>
              <w:t>48 in the ratio 1:5</w:t>
            </w:r>
          </w:p>
        </w:tc>
        <w:tc>
          <w:tcPr>
            <w:tcW w:w="425" w:type="dxa"/>
            <w:tcBorders>
              <w:right w:val="nil"/>
            </w:tcBorders>
          </w:tcPr>
          <w:p w14:paraId="29FEB95E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2C1A11A8" w14:textId="77777777" w:rsidR="00873738" w:rsidRPr="00FF6E01" w:rsidRDefault="00873738" w:rsidP="00873738">
            <w:pPr>
              <w:spacing w:before="120"/>
              <w:rPr>
                <w:rFonts w:ascii="Tahoma" w:eastAsiaTheme="minorEastAsia" w:hAnsi="Tahoma" w:cs="Tahoma"/>
              </w:rPr>
            </w:pPr>
            <w:r w:rsidRPr="00FF6E01">
              <w:rPr>
                <w:rFonts w:ascii="Tahoma" w:hAnsi="Tahoma" w:cs="Tahoma"/>
              </w:rPr>
              <w:t>Work out the perimeter</w:t>
            </w:r>
          </w:p>
          <w:p w14:paraId="7F2430F2" w14:textId="18F3BB65" w:rsidR="00E20822" w:rsidRPr="000A63AF" w:rsidRDefault="008D0074" w:rsidP="0064471D">
            <w:pPr>
              <w:spacing w:before="120" w:after="0"/>
              <w:rPr>
                <w:rFonts w:ascii="Avenir Book" w:eastAsiaTheme="minorEastAsia" w:hAnsi="Avenir Book"/>
              </w:rPr>
            </w:pPr>
            <w:r w:rsidRPr="00B914F6"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5968CE9B" wp14:editId="24CB0400">
                  <wp:extent cx="1117181" cy="635764"/>
                  <wp:effectExtent l="0" t="0" r="635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0135" cy="6488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0822" w:rsidRPr="00C240D5" w14:paraId="736D2A9A" w14:textId="77777777" w:rsidTr="007E2C1A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2533C84E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4E981EEB" w14:textId="0328C370" w:rsidR="00E20822" w:rsidRPr="00C240D5" w:rsidRDefault="00873738" w:rsidP="00505FC9">
            <w:pPr>
              <w:spacing w:before="120" w:after="0"/>
              <w:rPr>
                <w:rFonts w:ascii="Avenir Book" w:hAnsi="Avenir Book"/>
              </w:rPr>
            </w:pPr>
            <w:r w:rsidRPr="00FF6E01">
              <w:rPr>
                <w:rFonts w:ascii="Tahoma" w:hAnsi="Tahoma" w:cs="Tahoma"/>
              </w:rPr>
              <w:t xml:space="preserve">Round </w:t>
            </w:r>
            <w:r w:rsidR="00CE6E96">
              <w:rPr>
                <w:rFonts w:ascii="Tahoma" w:hAnsi="Tahoma" w:cs="Tahoma"/>
              </w:rPr>
              <w:t>53.9753</w:t>
            </w:r>
            <w:r w:rsidR="00CE6E96" w:rsidRPr="00FF6E01">
              <w:rPr>
                <w:rFonts w:ascii="Tahoma" w:hAnsi="Tahoma" w:cs="Tahoma"/>
              </w:rPr>
              <w:t xml:space="preserve"> </w:t>
            </w:r>
            <w:r w:rsidRPr="00FF6E01">
              <w:rPr>
                <w:rFonts w:ascii="Tahoma" w:hAnsi="Tahoma" w:cs="Tahoma"/>
              </w:rPr>
              <w:t>to 2 decimal places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3CE6FB42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6CCC5899" w14:textId="58AAAFCA" w:rsidR="00582746" w:rsidRPr="00B914F6" w:rsidRDefault="00582746" w:rsidP="00582746">
            <w:pPr>
              <w:spacing w:before="120"/>
              <w:rPr>
                <w:rFonts w:ascii="Tahoma" w:hAnsi="Tahoma" w:cs="Tahoma"/>
              </w:rPr>
            </w:pPr>
            <w:r w:rsidRPr="00B914F6">
              <w:rPr>
                <w:rFonts w:ascii="Tahoma" w:hAnsi="Tahoma" w:cs="Tahoma"/>
              </w:rPr>
              <w:t xml:space="preserve">What is  the range of </w:t>
            </w:r>
          </w:p>
          <w:p w14:paraId="6DD3DA5E" w14:textId="766FE58E" w:rsidR="00E20822" w:rsidRPr="00C240D5" w:rsidRDefault="00582746" w:rsidP="00582746">
            <w:pPr>
              <w:spacing w:before="120" w:after="0"/>
              <w:rPr>
                <w:rFonts w:ascii="Avenir Book" w:hAnsi="Avenir Book"/>
              </w:rPr>
            </w:pPr>
            <w:r w:rsidRPr="00B914F6">
              <w:rPr>
                <w:rFonts w:ascii="Tahoma" w:hAnsi="Tahoma" w:cs="Tahoma"/>
              </w:rPr>
              <w:t>6  5   4   5   3   7</w:t>
            </w:r>
          </w:p>
        </w:tc>
      </w:tr>
      <w:tr w:rsidR="00E20822" w:rsidRPr="00C240D5" w14:paraId="2A59A2FB" w14:textId="77777777" w:rsidTr="005C76AE">
        <w:trPr>
          <w:trHeight w:val="2249"/>
        </w:trPr>
        <w:tc>
          <w:tcPr>
            <w:tcW w:w="421" w:type="dxa"/>
            <w:tcBorders>
              <w:right w:val="nil"/>
            </w:tcBorders>
          </w:tcPr>
          <w:p w14:paraId="3E0849DC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5F0656C2" w14:textId="69E5C1B6" w:rsidR="00873738" w:rsidRPr="00FF6E01" w:rsidRDefault="005C76AE" w:rsidP="00307C10">
            <w:pPr>
              <w:spacing w:before="120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  <w:lang w:eastAsia="en-GB"/>
              </w:rPr>
              <w:drawing>
                <wp:anchor distT="0" distB="0" distL="114300" distR="114300" simplePos="0" relativeHeight="251683840" behindDoc="0" locked="0" layoutInCell="1" allowOverlap="1" wp14:anchorId="381E8E56" wp14:editId="33E80702">
                  <wp:simplePos x="0" y="0"/>
                  <wp:positionH relativeFrom="column">
                    <wp:posOffset>2788725</wp:posOffset>
                  </wp:positionH>
                  <wp:positionV relativeFrom="paragraph">
                    <wp:posOffset>31359</wp:posOffset>
                  </wp:positionV>
                  <wp:extent cx="1056640" cy="1270635"/>
                  <wp:effectExtent l="0" t="0" r="0" b="0"/>
                  <wp:wrapSquare wrapText="bothSides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6640" cy="1270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73738">
              <w:rPr>
                <w:rFonts w:ascii="Tahoma" w:hAnsi="Tahoma" w:cs="Tahoma"/>
                <w:noProof/>
                <w:lang w:eastAsia="en-GB"/>
              </w:rPr>
              <w:t>Calculate the length of</w:t>
            </w:r>
            <w:r w:rsidR="00873738" w:rsidRPr="00FF6E01">
              <w:rPr>
                <w:rFonts w:ascii="Tahoma" w:hAnsi="Tahoma" w:cs="Tahoma"/>
                <w:noProof/>
              </w:rPr>
              <w:t xml:space="preserve"> the </w:t>
            </w:r>
            <w:r w:rsidR="00AC42DA">
              <w:rPr>
                <w:rFonts w:ascii="Tahoma" w:hAnsi="Tahoma" w:cs="Tahoma"/>
                <w:noProof/>
              </w:rPr>
              <w:t>missing side</w:t>
            </w:r>
          </w:p>
          <w:p w14:paraId="113B4884" w14:textId="1C8A277C" w:rsidR="007E2C1A" w:rsidRPr="00C240D5" w:rsidRDefault="007E2C1A" w:rsidP="00873738">
            <w:pPr>
              <w:spacing w:before="120" w:after="0"/>
              <w:rPr>
                <w:rFonts w:ascii="Avenir Book" w:hAnsi="Avenir Book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8480" behindDoc="0" locked="0" layoutInCell="1" allowOverlap="1" wp14:anchorId="58125739" wp14:editId="6420B503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831802</wp:posOffset>
                  </wp:positionV>
                  <wp:extent cx="572188" cy="401760"/>
                  <wp:effectExtent l="0" t="0" r="0" b="5080"/>
                  <wp:wrapNone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4BCE4569" w14:textId="77777777" w:rsidR="000A63AF" w:rsidRDefault="000A63AF" w:rsidP="00525119">
      <w:pPr>
        <w:spacing w:after="0"/>
        <w:rPr>
          <w:rFonts w:ascii="Avenir Book" w:hAnsi="Avenir Book"/>
          <w:sz w:val="24"/>
          <w:szCs w:val="24"/>
        </w:rPr>
      </w:pPr>
    </w:p>
    <w:p w14:paraId="434998E6" w14:textId="77777777" w:rsidR="007E2C1A" w:rsidRDefault="007E2C1A" w:rsidP="00525119">
      <w:pPr>
        <w:spacing w:after="0"/>
        <w:rPr>
          <w:rFonts w:ascii="Avenir Book" w:hAnsi="Avenir Book"/>
          <w:sz w:val="24"/>
          <w:szCs w:val="24"/>
        </w:rPr>
      </w:pPr>
    </w:p>
    <w:p w14:paraId="797B7B87" w14:textId="77777777" w:rsidR="00873738" w:rsidRDefault="00873738" w:rsidP="00525119">
      <w:pPr>
        <w:spacing w:after="0"/>
        <w:rPr>
          <w:rFonts w:ascii="Avenir Book" w:hAnsi="Avenir Book"/>
          <w:sz w:val="24"/>
          <w:szCs w:val="24"/>
        </w:rPr>
      </w:pPr>
    </w:p>
    <w:p w14:paraId="0BE43A33" w14:textId="77777777" w:rsidR="00E76B40" w:rsidRDefault="00E76B40" w:rsidP="00E76B40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86912" behindDoc="0" locked="0" layoutInCell="1" allowOverlap="1" wp14:anchorId="47D9A499" wp14:editId="038C652A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6" name="Picture 16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85888" behindDoc="0" locked="0" layoutInCell="1" allowOverlap="1" wp14:anchorId="3C11BF18" wp14:editId="0FDCD676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7" name="Picture 17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8</w:t>
      </w:r>
      <w:r w:rsidRPr="0090117B">
        <w:rPr>
          <w:rFonts w:ascii="Segoe Print" w:hAnsi="Segoe Print"/>
          <w:b/>
          <w:sz w:val="24"/>
        </w:rPr>
        <w:t>.</w:t>
      </w:r>
      <w:r>
        <w:rPr>
          <w:rFonts w:ascii="Segoe Print" w:hAnsi="Segoe Print"/>
          <w:b/>
          <w:sz w:val="24"/>
        </w:rPr>
        <w:t>3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4D99711F" w14:textId="77777777" w:rsidR="00E76B40" w:rsidRDefault="00E76B40" w:rsidP="00E76B40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E76B40" w:rsidRPr="000A63AF" w14:paraId="71278104" w14:textId="77777777" w:rsidTr="00E01254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12958DC1" w14:textId="77777777" w:rsidR="00E76B40" w:rsidRPr="00C240D5" w:rsidRDefault="00E76B40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0E6BD046" w14:textId="77777777" w:rsidR="00E76B40" w:rsidRPr="00FB0E81" w:rsidRDefault="00E76B40" w:rsidP="00E01254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 w:rsidRPr="004A013B">
              <w:rPr>
                <w:rFonts w:ascii="Tahoma" w:hAnsi="Tahoma" w:cs="Tahoma"/>
              </w:rPr>
              <w:t>Share £</w:t>
            </w:r>
            <w:r>
              <w:rPr>
                <w:rFonts w:ascii="Tahoma" w:hAnsi="Tahoma" w:cs="Tahoma"/>
              </w:rPr>
              <w:t>48 in the ratio 1:5</w:t>
            </w:r>
          </w:p>
        </w:tc>
        <w:tc>
          <w:tcPr>
            <w:tcW w:w="425" w:type="dxa"/>
            <w:tcBorders>
              <w:right w:val="nil"/>
            </w:tcBorders>
          </w:tcPr>
          <w:p w14:paraId="5921D8E2" w14:textId="77777777" w:rsidR="00E76B40" w:rsidRPr="00C240D5" w:rsidRDefault="00E76B40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028A2C93" w14:textId="77777777" w:rsidR="00E76B40" w:rsidRPr="00FF6E01" w:rsidRDefault="00E76B40" w:rsidP="00E01254">
            <w:pPr>
              <w:spacing w:before="120"/>
              <w:rPr>
                <w:rFonts w:ascii="Tahoma" w:eastAsiaTheme="minorEastAsia" w:hAnsi="Tahoma" w:cs="Tahoma"/>
              </w:rPr>
            </w:pPr>
            <w:r w:rsidRPr="00FF6E01">
              <w:rPr>
                <w:rFonts w:ascii="Tahoma" w:hAnsi="Tahoma" w:cs="Tahoma"/>
              </w:rPr>
              <w:t>Work out the perimeter</w:t>
            </w:r>
          </w:p>
          <w:p w14:paraId="09DCA80C" w14:textId="77777777" w:rsidR="00E76B40" w:rsidRPr="000A63AF" w:rsidRDefault="00E76B40" w:rsidP="00E01254">
            <w:pPr>
              <w:spacing w:before="120" w:after="0"/>
              <w:rPr>
                <w:rFonts w:ascii="Avenir Book" w:eastAsiaTheme="minorEastAsia" w:hAnsi="Avenir Book"/>
              </w:rPr>
            </w:pPr>
            <w:r w:rsidRPr="00B914F6"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261C1F12" wp14:editId="1FE0C3D7">
                  <wp:extent cx="1117181" cy="635764"/>
                  <wp:effectExtent l="0" t="0" r="63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0135" cy="6488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6B40" w:rsidRPr="00C240D5" w14:paraId="45388FD9" w14:textId="77777777" w:rsidTr="00E01254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138D712E" w14:textId="77777777" w:rsidR="00E76B40" w:rsidRPr="00C240D5" w:rsidRDefault="00E76B40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343BAA48" w14:textId="77777777" w:rsidR="00E76B40" w:rsidRPr="00C240D5" w:rsidRDefault="00E76B40" w:rsidP="00E01254">
            <w:pPr>
              <w:spacing w:before="120" w:after="0"/>
              <w:rPr>
                <w:rFonts w:ascii="Avenir Book" w:hAnsi="Avenir Book"/>
              </w:rPr>
            </w:pPr>
            <w:r w:rsidRPr="00FF6E01">
              <w:rPr>
                <w:rFonts w:ascii="Tahoma" w:hAnsi="Tahoma" w:cs="Tahoma"/>
              </w:rPr>
              <w:t xml:space="preserve">Round </w:t>
            </w:r>
            <w:r>
              <w:rPr>
                <w:rFonts w:ascii="Tahoma" w:hAnsi="Tahoma" w:cs="Tahoma"/>
              </w:rPr>
              <w:t>53.9753</w:t>
            </w:r>
            <w:r w:rsidRPr="00FF6E01">
              <w:rPr>
                <w:rFonts w:ascii="Tahoma" w:hAnsi="Tahoma" w:cs="Tahoma"/>
              </w:rPr>
              <w:t xml:space="preserve"> to 2 decimal places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70006B50" w14:textId="77777777" w:rsidR="00E76B40" w:rsidRPr="00C240D5" w:rsidRDefault="00E76B40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5B21D020" w14:textId="77777777" w:rsidR="00E76B40" w:rsidRPr="00B914F6" w:rsidRDefault="00E76B40" w:rsidP="00E01254">
            <w:pPr>
              <w:spacing w:before="120"/>
              <w:rPr>
                <w:rFonts w:ascii="Tahoma" w:hAnsi="Tahoma" w:cs="Tahoma"/>
              </w:rPr>
            </w:pPr>
            <w:r w:rsidRPr="00B914F6">
              <w:rPr>
                <w:rFonts w:ascii="Tahoma" w:hAnsi="Tahoma" w:cs="Tahoma"/>
              </w:rPr>
              <w:t xml:space="preserve">What is  the range of </w:t>
            </w:r>
          </w:p>
          <w:p w14:paraId="3B3A4367" w14:textId="77777777" w:rsidR="00E76B40" w:rsidRPr="00C240D5" w:rsidRDefault="00E76B40" w:rsidP="00E01254">
            <w:pPr>
              <w:spacing w:before="120" w:after="0"/>
              <w:rPr>
                <w:rFonts w:ascii="Avenir Book" w:hAnsi="Avenir Book"/>
              </w:rPr>
            </w:pPr>
            <w:r w:rsidRPr="00B914F6">
              <w:rPr>
                <w:rFonts w:ascii="Tahoma" w:hAnsi="Tahoma" w:cs="Tahoma"/>
              </w:rPr>
              <w:t>6  5   4   5   3   7</w:t>
            </w:r>
          </w:p>
        </w:tc>
      </w:tr>
      <w:tr w:rsidR="00E76B40" w:rsidRPr="00C240D5" w14:paraId="19B174C7" w14:textId="77777777" w:rsidTr="00E01254">
        <w:trPr>
          <w:trHeight w:val="2249"/>
        </w:trPr>
        <w:tc>
          <w:tcPr>
            <w:tcW w:w="421" w:type="dxa"/>
            <w:tcBorders>
              <w:right w:val="nil"/>
            </w:tcBorders>
          </w:tcPr>
          <w:p w14:paraId="25F351F9" w14:textId="77777777" w:rsidR="00E76B40" w:rsidRPr="00C240D5" w:rsidRDefault="00E76B40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029C84A5" w14:textId="77777777" w:rsidR="00E76B40" w:rsidRPr="00FF6E01" w:rsidRDefault="00E76B40" w:rsidP="00E01254">
            <w:pPr>
              <w:spacing w:before="120"/>
              <w:rPr>
                <w:rFonts w:ascii="Tahoma" w:hAnsi="Tahoma" w:cs="Tahoma"/>
                <w:noProof/>
              </w:rPr>
            </w:pPr>
            <w:r>
              <w:rPr>
                <w:rFonts w:ascii="Tahoma" w:hAnsi="Tahoma" w:cs="Tahoma"/>
                <w:noProof/>
                <w:lang w:eastAsia="en-GB"/>
              </w:rPr>
              <w:drawing>
                <wp:anchor distT="0" distB="0" distL="114300" distR="114300" simplePos="0" relativeHeight="251688960" behindDoc="0" locked="0" layoutInCell="1" allowOverlap="1" wp14:anchorId="0CC5E1D4" wp14:editId="1E7549E0">
                  <wp:simplePos x="0" y="0"/>
                  <wp:positionH relativeFrom="column">
                    <wp:posOffset>2788725</wp:posOffset>
                  </wp:positionH>
                  <wp:positionV relativeFrom="paragraph">
                    <wp:posOffset>31359</wp:posOffset>
                  </wp:positionV>
                  <wp:extent cx="1056640" cy="1270635"/>
                  <wp:effectExtent l="0" t="0" r="0" b="0"/>
                  <wp:wrapSquare wrapText="bothSides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6640" cy="1270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ahoma" w:hAnsi="Tahoma" w:cs="Tahoma"/>
                <w:noProof/>
                <w:lang w:eastAsia="en-GB"/>
              </w:rPr>
              <w:t>Calculate the length of</w:t>
            </w:r>
            <w:r w:rsidRPr="00FF6E01">
              <w:rPr>
                <w:rFonts w:ascii="Tahoma" w:hAnsi="Tahoma" w:cs="Tahoma"/>
                <w:noProof/>
              </w:rPr>
              <w:t xml:space="preserve"> the </w:t>
            </w:r>
            <w:r>
              <w:rPr>
                <w:rFonts w:ascii="Tahoma" w:hAnsi="Tahoma" w:cs="Tahoma"/>
                <w:noProof/>
              </w:rPr>
              <w:t>missing side</w:t>
            </w:r>
          </w:p>
          <w:p w14:paraId="4999507C" w14:textId="77777777" w:rsidR="00E76B40" w:rsidRPr="00C240D5" w:rsidRDefault="00E76B40" w:rsidP="00E01254">
            <w:pPr>
              <w:spacing w:before="120" w:after="0"/>
              <w:rPr>
                <w:rFonts w:ascii="Avenir Book" w:hAnsi="Avenir Book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87936" behindDoc="0" locked="0" layoutInCell="1" allowOverlap="1" wp14:anchorId="149FD146" wp14:editId="522C1510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831802</wp:posOffset>
                  </wp:positionV>
                  <wp:extent cx="572188" cy="401760"/>
                  <wp:effectExtent l="0" t="0" r="0" b="5080"/>
                  <wp:wrapNone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04DCB7D4" w14:textId="77777777" w:rsidR="00873738" w:rsidRDefault="00873738" w:rsidP="00440C5B">
      <w:pPr>
        <w:spacing w:after="120"/>
        <w:ind w:firstLine="720"/>
        <w:rPr>
          <w:rFonts w:ascii="Avenir Book" w:hAnsi="Avenir Book"/>
          <w:sz w:val="24"/>
          <w:szCs w:val="24"/>
        </w:rPr>
      </w:pPr>
      <w:bookmarkStart w:id="0" w:name="_GoBack"/>
      <w:bookmarkEnd w:id="0"/>
    </w:p>
    <w:sectPr w:rsidR="00873738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altName w:val="Calibri"/>
    <w:panose1 w:val="020B0604020202020204"/>
    <w:charset w:val="00"/>
    <w:family w:val="script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738"/>
    <w:rsid w:val="00042907"/>
    <w:rsid w:val="000A43CA"/>
    <w:rsid w:val="000A63AF"/>
    <w:rsid w:val="001826A9"/>
    <w:rsid w:val="00213C21"/>
    <w:rsid w:val="002D5D86"/>
    <w:rsid w:val="00307C10"/>
    <w:rsid w:val="00333535"/>
    <w:rsid w:val="00337E6B"/>
    <w:rsid w:val="003F51D8"/>
    <w:rsid w:val="00440C5B"/>
    <w:rsid w:val="00505FC9"/>
    <w:rsid w:val="00525119"/>
    <w:rsid w:val="00582746"/>
    <w:rsid w:val="005C76AE"/>
    <w:rsid w:val="00612FAD"/>
    <w:rsid w:val="0064471D"/>
    <w:rsid w:val="00705472"/>
    <w:rsid w:val="007501ED"/>
    <w:rsid w:val="007B4226"/>
    <w:rsid w:val="007E2C1A"/>
    <w:rsid w:val="00873738"/>
    <w:rsid w:val="008D0074"/>
    <w:rsid w:val="0090117B"/>
    <w:rsid w:val="0099142F"/>
    <w:rsid w:val="00AC42DA"/>
    <w:rsid w:val="00AD3C1A"/>
    <w:rsid w:val="00BE7AC9"/>
    <w:rsid w:val="00C15069"/>
    <w:rsid w:val="00C240D5"/>
    <w:rsid w:val="00C41860"/>
    <w:rsid w:val="00C73AF3"/>
    <w:rsid w:val="00CE6E96"/>
    <w:rsid w:val="00D51195"/>
    <w:rsid w:val="00DB511B"/>
    <w:rsid w:val="00E20822"/>
    <w:rsid w:val="00E76B40"/>
    <w:rsid w:val="00E7749A"/>
    <w:rsid w:val="00EC4CCA"/>
    <w:rsid w:val="00FA404C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8B3ED"/>
  <w15:docId w15:val="{7F858FD2-3FC6-2941-8BC4-89ED64C67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9</cp:revision>
  <dcterms:created xsi:type="dcterms:W3CDTF">2019-02-22T19:26:00Z</dcterms:created>
  <dcterms:modified xsi:type="dcterms:W3CDTF">2019-02-22T19:27:00Z</dcterms:modified>
</cp:coreProperties>
</file>